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C6765F" w:rsidRPr="000A63AF" w14:paraId="0E33E6A3" w14:textId="77777777" w:rsidTr="00D27DA8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3D6B2CCC" w14:textId="293E0024" w:rsidR="00FC6D87" w:rsidRPr="00D650F3" w:rsidRDefault="00D650F3" w:rsidP="00D650F3">
            <w:pPr>
              <w:spacing w:before="120" w:after="0"/>
              <w:rPr>
                <w:rFonts w:ascii="Century Gothic" w:hAnsi="Century Gothic" w:cs="Tahoma"/>
              </w:rPr>
            </w:pPr>
            <w:r w:rsidRPr="00D650F3">
              <w:rPr>
                <w:rFonts w:ascii="Century Gothic" w:hAnsi="Century Gothic" w:cs="Tahoma"/>
              </w:rPr>
              <w:t>Joe and Lucas have £63 to share in the ratio 2:5</w:t>
            </w:r>
            <w:proofErr w:type="gramStart"/>
            <w:r w:rsidRPr="00D650F3">
              <w:rPr>
                <w:rFonts w:ascii="Century Gothic" w:hAnsi="Century Gothic" w:cs="Tahoma"/>
              </w:rPr>
              <w:t>.  How</w:t>
            </w:r>
            <w:proofErr w:type="gramEnd"/>
            <w:r w:rsidRPr="00D650F3">
              <w:rPr>
                <w:rFonts w:ascii="Century Gothic" w:hAnsi="Century Gothic" w:cs="Tahoma"/>
              </w:rPr>
              <w:t xml:space="preserve"> much do they each get</w:t>
            </w:r>
            <w:r w:rsidR="00FC6D87" w:rsidRPr="00D650F3">
              <w:rPr>
                <w:rFonts w:ascii="Century Gothic" w:hAnsi="Century Gothic" w:cs="Tahoma"/>
              </w:rPr>
              <w:t xml:space="preserve">? </w:t>
            </w:r>
          </w:p>
          <w:p w14:paraId="543BE07C" w14:textId="74E2D751" w:rsidR="00C55B29" w:rsidRPr="00431275" w:rsidRDefault="00C55B29" w:rsidP="00431275">
            <w:pPr>
              <w:spacing w:before="120" w:after="0"/>
              <w:rPr>
                <w:rFonts w:ascii="Century Gothic" w:hAnsi="Century Gothic" w:cs="Tahoma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181FE9F0" w14:textId="77777777" w:rsidR="00C6765F" w:rsidRPr="00431275" w:rsidRDefault="00C6765F" w:rsidP="00A1371A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431275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00753AE1" w14:textId="568595C5" w:rsidR="001E2A93" w:rsidRPr="00431275" w:rsidRDefault="001E2A93" w:rsidP="001E2A93">
            <w:pPr>
              <w:spacing w:before="120" w:after="0"/>
              <w:rPr>
                <w:rFonts w:ascii="Century Gothic" w:hAnsi="Century Gothic" w:cs="Tahoma"/>
              </w:rPr>
            </w:pPr>
            <w:r w:rsidRPr="00431275">
              <w:rPr>
                <w:rFonts w:ascii="Century Gothic" w:hAnsi="Century Gothic" w:cs="Tahoma"/>
              </w:rPr>
              <w:t xml:space="preserve">Write the answer in </w:t>
            </w:r>
            <w:r w:rsidR="00756347">
              <w:rPr>
                <w:rFonts w:ascii="Century Gothic" w:hAnsi="Century Gothic" w:cs="Tahoma"/>
              </w:rPr>
              <w:t>its</w:t>
            </w:r>
            <w:r w:rsidRPr="00431275">
              <w:rPr>
                <w:rFonts w:ascii="Century Gothic" w:hAnsi="Century Gothic" w:cs="Tahoma"/>
              </w:rPr>
              <w:t xml:space="preserve"> simplest form</w:t>
            </w:r>
          </w:p>
          <w:p w14:paraId="1FAB0DD0" w14:textId="77777777" w:rsidR="00C35600" w:rsidRPr="00431275" w:rsidRDefault="00C35600" w:rsidP="00C35600">
            <w:pPr>
              <w:rPr>
                <w:rFonts w:ascii="Century Gothic" w:eastAsiaTheme="minorEastAsia" w:hAnsi="Century Gothic" w:cs="Tahoma"/>
              </w:rPr>
            </w:pPr>
          </w:p>
          <w:p w14:paraId="3BE9DEB0" w14:textId="3C3F13EC" w:rsidR="007979C0" w:rsidRPr="007137EF" w:rsidRDefault="00BD1A09" w:rsidP="007979C0">
            <w:pPr>
              <w:rPr>
                <w:rFonts w:ascii="Tahoma" w:hAnsi="Tahoma" w:cs="Tahom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5</m:t>
                    </m:r>
                  </m:den>
                </m:f>
                <m:r>
                  <w:rPr>
                    <w:rFonts w:ascii="Cambria Math" w:hAnsi="Cambria Math" w:cs="Tahoma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3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 xml:space="preserve">        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 xml:space="preserve">   </m:t>
                    </m:r>
                  </m:den>
                </m:f>
                <m:r>
                  <w:rPr>
                    <w:rFonts w:ascii="Cambria Math" w:hAnsi="Cambria Math" w:cs="Tahoma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 xml:space="preserve">        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 xml:space="preserve">   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 xml:space="preserve">        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 xml:space="preserve">   </m:t>
                    </m:r>
                  </m:den>
                </m:f>
              </m:oMath>
            </m:oMathPara>
          </w:p>
          <w:p w14:paraId="1B5E5D74" w14:textId="7EF94570" w:rsidR="00C6765F" w:rsidRPr="00431275" w:rsidRDefault="00C6765F" w:rsidP="001E2A93">
            <w:pPr>
              <w:rPr>
                <w:rFonts w:ascii="Century Gothic" w:eastAsiaTheme="minorEastAsia" w:hAnsi="Century Gothic" w:cs="Tahoma"/>
              </w:rPr>
            </w:pPr>
          </w:p>
        </w:tc>
      </w:tr>
      <w:tr w:rsidR="00C6765F" w:rsidRPr="00C240D5" w14:paraId="02717925" w14:textId="77777777" w:rsidTr="00A1371A">
        <w:trPr>
          <w:trHeight w:val="239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7FD402AC" w14:textId="1CFED6DA" w:rsidR="00C60D83" w:rsidRPr="00431275" w:rsidRDefault="00C60D83" w:rsidP="00431275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431275">
              <w:rPr>
                <w:rFonts w:ascii="Century Gothic" w:eastAsiaTheme="minorEastAsia" w:hAnsi="Century Gothic" w:cs="Tahoma"/>
                <w:noProof/>
              </w:rPr>
              <w:t xml:space="preserve">Draw the </w:t>
            </w:r>
            <w:r w:rsidR="00BD1A09">
              <w:rPr>
                <w:rFonts w:ascii="Century Gothic" w:eastAsiaTheme="minorEastAsia" w:hAnsi="Century Gothic" w:cs="Tahoma"/>
                <w:noProof/>
              </w:rPr>
              <w:t>front</w:t>
            </w:r>
            <w:r w:rsidRPr="00431275">
              <w:rPr>
                <w:rFonts w:ascii="Century Gothic" w:eastAsiaTheme="minorEastAsia" w:hAnsi="Century Gothic" w:cs="Tahoma"/>
                <w:noProof/>
              </w:rPr>
              <w:t xml:space="preserve"> view:</w:t>
            </w:r>
          </w:p>
          <w:p w14:paraId="683B8A61" w14:textId="1ED68E47" w:rsidR="00665D34" w:rsidRPr="00431275" w:rsidRDefault="006201DC" w:rsidP="00431275">
            <w:pPr>
              <w:rPr>
                <w:rFonts w:ascii="Century Gothic" w:eastAsiaTheme="minorEastAsia" w:hAnsi="Century Gothic" w:cs="Tahoma"/>
                <w:noProof/>
              </w:rPr>
            </w:pPr>
            <w:r>
              <w:rPr>
                <w:rFonts w:ascii="Tahoma" w:eastAsiaTheme="minorEastAsia" w:hAnsi="Tahoma" w:cs="Tahoma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DF8FEE0" wp14:editId="5E2E2D02">
                      <wp:simplePos x="0" y="0"/>
                      <wp:positionH relativeFrom="column">
                        <wp:posOffset>914979</wp:posOffset>
                      </wp:positionH>
                      <wp:positionV relativeFrom="paragraph">
                        <wp:posOffset>886428</wp:posOffset>
                      </wp:positionV>
                      <wp:extent cx="333375" cy="228600"/>
                      <wp:effectExtent l="38100" t="38100" r="28575" b="19050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33375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5DC013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3" o:spid="_x0000_s1026" type="#_x0000_t32" style="position:absolute;margin-left:72.05pt;margin-top:69.8pt;width:26.25pt;height:18pt;flip:x y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" strokecolor="#4579b8 [3044]">
                      <v:stroke endarrow="open"/>
                    </v:shape>
                  </w:pict>
                </mc:Fallback>
              </mc:AlternateContent>
            </w:r>
            <w:r w:rsidR="00DE1DA0">
              <w:rPr>
                <w:rFonts w:ascii="Tahoma" w:eastAsiaTheme="minorEastAsia" w:hAnsi="Tahoma" w:cs="Tahoma"/>
                <w:noProof/>
                <w:lang w:eastAsia="en-GB"/>
              </w:rPr>
              <w:drawing>
                <wp:inline distT="0" distB="0" distL="0" distR="0" wp14:anchorId="031F1A27" wp14:editId="2349A993">
                  <wp:extent cx="911385" cy="952500"/>
                  <wp:effectExtent l="0" t="0" r="317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E4F79A.tmp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1512" cy="9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60D83" w:rsidRPr="00431275">
              <w:rPr>
                <w:rFonts w:ascii="Century Gothic" w:eastAsiaTheme="minorEastAsia" w:hAnsi="Century Gothic" w:cs="Tahoma"/>
                <w:noProof/>
              </w:rPr>
              <w:t xml:space="preserve">          </w:t>
            </w:r>
            <w:r w:rsidR="00C60D83" w:rsidRPr="00431275">
              <w:rPr>
                <w:rFonts w:ascii="Century Gothic" w:eastAsiaTheme="minorEastAsia" w:hAnsi="Century Gothic" w:cs="Tahoma"/>
                <w:noProof/>
                <w:lang w:eastAsia="en-GB"/>
              </w:rPr>
              <w:drawing>
                <wp:inline distT="0" distB="0" distL="0" distR="0" wp14:anchorId="6C6B9508" wp14:editId="19F0854A">
                  <wp:extent cx="1171575" cy="1171575"/>
                  <wp:effectExtent l="0" t="0" r="9525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BCFB8F.t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739" cy="1171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431275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431275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6025BFB4" w14:textId="35A2732C" w:rsidR="00431275" w:rsidRPr="00431275" w:rsidRDefault="00431275" w:rsidP="00431275">
            <w:pPr>
              <w:spacing w:before="120" w:after="0"/>
              <w:rPr>
                <w:rFonts w:ascii="Century Gothic" w:hAnsi="Century Gothic" w:cs="Tahoma"/>
              </w:rPr>
            </w:pPr>
            <w:r w:rsidRPr="00431275">
              <w:rPr>
                <w:rFonts w:ascii="Century Gothic" w:hAnsi="Century Gothic" w:cs="Tahoma"/>
              </w:rPr>
              <w:t>Expand the brackets:</w:t>
            </w:r>
          </w:p>
          <w:p w14:paraId="76C6A77C" w14:textId="77777777" w:rsidR="00944B13" w:rsidRPr="00742D33" w:rsidRDefault="00BD1A09" w:rsidP="00944B13">
            <w:pPr>
              <w:rPr>
                <w:rFonts w:ascii="Tahoma" w:eastAsiaTheme="minorEastAsia" w:hAnsi="Tahoma" w:cs="Tahoma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ahoma"/>
                      </w:rPr>
                      <m:t>x-4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ahoma"/>
                      </w:rPr>
                      <m:t>x+5</m:t>
                    </m:r>
                  </m:e>
                </m:d>
                <m:r>
                  <w:rPr>
                    <w:rFonts w:ascii="Cambria Math" w:eastAsiaTheme="minorEastAsia" w:hAnsi="Cambria Math" w:cs="Tahoma"/>
                  </w:rPr>
                  <m:t>=</m:t>
                </m:r>
              </m:oMath>
            </m:oMathPara>
          </w:p>
          <w:p w14:paraId="35867634" w14:textId="5834A5BA" w:rsidR="00C6765F" w:rsidRPr="00212993" w:rsidRDefault="00C6765F" w:rsidP="00212993">
            <w:pPr>
              <w:rPr>
                <w:rFonts w:ascii="Tahoma" w:eastAsiaTheme="minorEastAsia" w:hAnsi="Tahoma" w:cs="Tahoma"/>
              </w:rPr>
            </w:pP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01653BB3" w:rsidR="009F6C6A" w:rsidRDefault="007516C1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22752" behindDoc="0" locked="0" layoutInCell="1" allowOverlap="1" wp14:anchorId="569AC525" wp14:editId="7492D789">
                  <wp:simplePos x="0" y="0"/>
                  <wp:positionH relativeFrom="column">
                    <wp:posOffset>2043293</wp:posOffset>
                  </wp:positionH>
                  <wp:positionV relativeFrom="paragraph">
                    <wp:posOffset>99623</wp:posOffset>
                  </wp:positionV>
                  <wp:extent cx="371475" cy="371475"/>
                  <wp:effectExtent l="0" t="0" r="9525" b="9525"/>
                  <wp:wrapSquare wrapText="bothSides"/>
                  <wp:docPr id="2" name="Picture 2" descr="Image result for calculato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calculator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82"/>
                          <a:stretch/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6C6A"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0E3308"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="009F6C6A"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52AA8326" w:rsidR="00C6765F" w:rsidRPr="009F6C6A" w:rsidRDefault="00326247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1C4C0152" wp14:editId="06F94F21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721424</wp:posOffset>
                  </wp:positionV>
                  <wp:extent cx="572135" cy="40132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3308"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727633E0" wp14:editId="3BB107DE">
                  <wp:extent cx="685800" cy="1004569"/>
                  <wp:effectExtent l="0" t="0" r="0" b="571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915" cy="10149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3D1E3F9D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950AD6">
        <w:rPr>
          <w:rFonts w:ascii="Segoe Print" w:hAnsi="Segoe Print"/>
          <w:b/>
          <w:sz w:val="24"/>
        </w:rPr>
        <w:t>2</w:t>
      </w:r>
      <w:r w:rsidR="004D2879">
        <w:rPr>
          <w:rFonts w:ascii="Segoe Print" w:hAnsi="Segoe Print"/>
          <w:b/>
          <w:sz w:val="24"/>
        </w:rPr>
        <w:t>8</w:t>
      </w:r>
      <w:r w:rsidR="00950AD6">
        <w:rPr>
          <w:rFonts w:ascii="Segoe Print" w:hAnsi="Segoe Print"/>
          <w:b/>
          <w:sz w:val="24"/>
        </w:rPr>
        <w:t>.</w:t>
      </w:r>
      <w:r w:rsidR="00944B13"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2CE65D3A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944B13" w:rsidRPr="000A63AF" w14:paraId="3F426712" w14:textId="77777777" w:rsidTr="00715630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56C29476" w14:textId="77777777" w:rsidR="00944B13" w:rsidRPr="00C240D5" w:rsidRDefault="00944B13" w:rsidP="0071563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01C6455E" w14:textId="77777777" w:rsidR="00944B13" w:rsidRPr="00D650F3" w:rsidRDefault="00944B13" w:rsidP="00715630">
            <w:pPr>
              <w:spacing w:before="120" w:after="0"/>
              <w:rPr>
                <w:rFonts w:ascii="Century Gothic" w:hAnsi="Century Gothic" w:cs="Tahoma"/>
              </w:rPr>
            </w:pPr>
            <w:r w:rsidRPr="00D650F3">
              <w:rPr>
                <w:rFonts w:ascii="Century Gothic" w:hAnsi="Century Gothic" w:cs="Tahoma"/>
              </w:rPr>
              <w:t>Joe and Lucas have £63 to share in the ratio 2:5</w:t>
            </w:r>
            <w:proofErr w:type="gramStart"/>
            <w:r w:rsidRPr="00D650F3">
              <w:rPr>
                <w:rFonts w:ascii="Century Gothic" w:hAnsi="Century Gothic" w:cs="Tahoma"/>
              </w:rPr>
              <w:t>.  How</w:t>
            </w:r>
            <w:proofErr w:type="gramEnd"/>
            <w:r w:rsidRPr="00D650F3">
              <w:rPr>
                <w:rFonts w:ascii="Century Gothic" w:hAnsi="Century Gothic" w:cs="Tahoma"/>
              </w:rPr>
              <w:t xml:space="preserve"> much do they each get? </w:t>
            </w:r>
          </w:p>
          <w:p w14:paraId="2E5FDA1A" w14:textId="77777777" w:rsidR="00944B13" w:rsidRPr="00431275" w:rsidRDefault="00944B13" w:rsidP="00715630">
            <w:pPr>
              <w:spacing w:before="120" w:after="0"/>
              <w:rPr>
                <w:rFonts w:ascii="Century Gothic" w:hAnsi="Century Gothic" w:cs="Tahoma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2E3EDEB5" w14:textId="77777777" w:rsidR="00944B13" w:rsidRPr="00431275" w:rsidRDefault="00944B13" w:rsidP="00715630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431275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3CF28645" w14:textId="77777777" w:rsidR="00944B13" w:rsidRPr="00431275" w:rsidRDefault="00944B13" w:rsidP="00715630">
            <w:pPr>
              <w:spacing w:before="120" w:after="0"/>
              <w:rPr>
                <w:rFonts w:ascii="Century Gothic" w:hAnsi="Century Gothic" w:cs="Tahoma"/>
              </w:rPr>
            </w:pPr>
            <w:r w:rsidRPr="00431275">
              <w:rPr>
                <w:rFonts w:ascii="Century Gothic" w:hAnsi="Century Gothic" w:cs="Tahoma"/>
              </w:rPr>
              <w:t xml:space="preserve">Write the answer in </w:t>
            </w:r>
            <w:r>
              <w:rPr>
                <w:rFonts w:ascii="Century Gothic" w:hAnsi="Century Gothic" w:cs="Tahoma"/>
              </w:rPr>
              <w:t>its</w:t>
            </w:r>
            <w:r w:rsidRPr="00431275">
              <w:rPr>
                <w:rFonts w:ascii="Century Gothic" w:hAnsi="Century Gothic" w:cs="Tahoma"/>
              </w:rPr>
              <w:t xml:space="preserve"> simplest form</w:t>
            </w:r>
          </w:p>
          <w:p w14:paraId="3F15C79A" w14:textId="77777777" w:rsidR="00944B13" w:rsidRPr="00431275" w:rsidRDefault="00944B13" w:rsidP="00715630">
            <w:pPr>
              <w:rPr>
                <w:rFonts w:ascii="Century Gothic" w:eastAsiaTheme="minorEastAsia" w:hAnsi="Century Gothic" w:cs="Tahoma"/>
              </w:rPr>
            </w:pPr>
          </w:p>
          <w:p w14:paraId="4197442C" w14:textId="77777777" w:rsidR="00944B13" w:rsidRPr="007137EF" w:rsidRDefault="00BD1A09" w:rsidP="00715630">
            <w:pPr>
              <w:rPr>
                <w:rFonts w:ascii="Tahoma" w:hAnsi="Tahoma" w:cs="Tahom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5</m:t>
                    </m:r>
                  </m:den>
                </m:f>
                <m:r>
                  <w:rPr>
                    <w:rFonts w:ascii="Cambria Math" w:hAnsi="Cambria Math" w:cs="Tahoma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3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 xml:space="preserve">        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 xml:space="preserve">   </m:t>
                    </m:r>
                  </m:den>
                </m:f>
                <m:r>
                  <w:rPr>
                    <w:rFonts w:ascii="Cambria Math" w:hAnsi="Cambria Math" w:cs="Tahoma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 xml:space="preserve">        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 xml:space="preserve">   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 xml:space="preserve">        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 xml:space="preserve">   </m:t>
                    </m:r>
                  </m:den>
                </m:f>
              </m:oMath>
            </m:oMathPara>
          </w:p>
          <w:p w14:paraId="631F3508" w14:textId="77777777" w:rsidR="00944B13" w:rsidRPr="00431275" w:rsidRDefault="00944B13" w:rsidP="00715630">
            <w:pPr>
              <w:rPr>
                <w:rFonts w:ascii="Century Gothic" w:eastAsiaTheme="minorEastAsia" w:hAnsi="Century Gothic" w:cs="Tahoma"/>
              </w:rPr>
            </w:pPr>
          </w:p>
        </w:tc>
      </w:tr>
      <w:tr w:rsidR="00944B13" w:rsidRPr="00C240D5" w14:paraId="43CB7C1E" w14:textId="77777777" w:rsidTr="00715630">
        <w:trPr>
          <w:trHeight w:val="239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178FE58" w14:textId="77777777" w:rsidR="00944B13" w:rsidRPr="00C240D5" w:rsidRDefault="00944B13" w:rsidP="0071563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49C269E2" w14:textId="0292F0C4" w:rsidR="00944B13" w:rsidRPr="00431275" w:rsidRDefault="00944B13" w:rsidP="00715630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431275">
              <w:rPr>
                <w:rFonts w:ascii="Century Gothic" w:eastAsiaTheme="minorEastAsia" w:hAnsi="Century Gothic" w:cs="Tahoma"/>
                <w:noProof/>
              </w:rPr>
              <w:t xml:space="preserve">Draw the </w:t>
            </w:r>
            <w:r w:rsidR="00BD1A09">
              <w:rPr>
                <w:rFonts w:ascii="Century Gothic" w:eastAsiaTheme="minorEastAsia" w:hAnsi="Century Gothic" w:cs="Tahoma"/>
                <w:noProof/>
              </w:rPr>
              <w:t>front</w:t>
            </w:r>
            <w:bookmarkStart w:id="0" w:name="_GoBack"/>
            <w:bookmarkEnd w:id="0"/>
            <w:r w:rsidRPr="00431275">
              <w:rPr>
                <w:rFonts w:ascii="Century Gothic" w:eastAsiaTheme="minorEastAsia" w:hAnsi="Century Gothic" w:cs="Tahoma"/>
                <w:noProof/>
              </w:rPr>
              <w:t xml:space="preserve"> view:</w:t>
            </w:r>
          </w:p>
          <w:p w14:paraId="4264DCF1" w14:textId="77777777" w:rsidR="00944B13" w:rsidRPr="00431275" w:rsidRDefault="00944B13" w:rsidP="00715630">
            <w:pPr>
              <w:rPr>
                <w:rFonts w:ascii="Century Gothic" w:eastAsiaTheme="minorEastAsia" w:hAnsi="Century Gothic" w:cs="Tahoma"/>
                <w:noProof/>
              </w:rPr>
            </w:pPr>
            <w:r>
              <w:rPr>
                <w:rFonts w:ascii="Tahoma" w:eastAsiaTheme="minorEastAsia" w:hAnsi="Tahoma" w:cs="Tahoma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5A7DFF12" wp14:editId="2EAF4D6D">
                      <wp:simplePos x="0" y="0"/>
                      <wp:positionH relativeFrom="column">
                        <wp:posOffset>914979</wp:posOffset>
                      </wp:positionH>
                      <wp:positionV relativeFrom="paragraph">
                        <wp:posOffset>886428</wp:posOffset>
                      </wp:positionV>
                      <wp:extent cx="333375" cy="228600"/>
                      <wp:effectExtent l="38100" t="38100" r="28575" b="19050"/>
                      <wp:wrapNone/>
                      <wp:docPr id="32" name="Straight Arrow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33375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A26B9B" id="Straight Arrow Connector 32" o:spid="_x0000_s1026" type="#_x0000_t32" style="position:absolute;margin-left:72.05pt;margin-top:69.8pt;width:26.25pt;height:18pt;flip:x y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&#13;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ahoma" w:eastAsiaTheme="minorEastAsia" w:hAnsi="Tahoma" w:cs="Tahoma"/>
                <w:noProof/>
                <w:lang w:eastAsia="en-GB"/>
              </w:rPr>
              <w:drawing>
                <wp:inline distT="0" distB="0" distL="0" distR="0" wp14:anchorId="163A1A0E" wp14:editId="4E063B30">
                  <wp:extent cx="911385" cy="952500"/>
                  <wp:effectExtent l="0" t="0" r="3175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E4F79A.tmp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1512" cy="9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31275">
              <w:rPr>
                <w:rFonts w:ascii="Century Gothic" w:eastAsiaTheme="minorEastAsia" w:hAnsi="Century Gothic" w:cs="Tahoma"/>
                <w:noProof/>
              </w:rPr>
              <w:t xml:space="preserve">          </w:t>
            </w:r>
            <w:r w:rsidRPr="00431275">
              <w:rPr>
                <w:rFonts w:ascii="Century Gothic" w:eastAsiaTheme="minorEastAsia" w:hAnsi="Century Gothic" w:cs="Tahoma"/>
                <w:noProof/>
                <w:lang w:eastAsia="en-GB"/>
              </w:rPr>
              <w:drawing>
                <wp:inline distT="0" distB="0" distL="0" distR="0" wp14:anchorId="601991CD" wp14:editId="4FFB5EDB">
                  <wp:extent cx="1171575" cy="1171575"/>
                  <wp:effectExtent l="0" t="0" r="9525" b="9525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BCFB8F.t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739" cy="1171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327CDB39" w14:textId="77777777" w:rsidR="00944B13" w:rsidRPr="00431275" w:rsidRDefault="00944B13" w:rsidP="00715630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431275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7AF2F318" w14:textId="77777777" w:rsidR="00944B13" w:rsidRPr="00431275" w:rsidRDefault="00944B13" w:rsidP="00715630">
            <w:pPr>
              <w:spacing w:before="120" w:after="0"/>
              <w:rPr>
                <w:rFonts w:ascii="Century Gothic" w:hAnsi="Century Gothic" w:cs="Tahoma"/>
              </w:rPr>
            </w:pPr>
            <w:r w:rsidRPr="00431275">
              <w:rPr>
                <w:rFonts w:ascii="Century Gothic" w:hAnsi="Century Gothic" w:cs="Tahoma"/>
              </w:rPr>
              <w:t>Expand the brackets:</w:t>
            </w:r>
          </w:p>
          <w:p w14:paraId="5564D44E" w14:textId="77777777" w:rsidR="00944B13" w:rsidRPr="00742D33" w:rsidRDefault="00BD1A09" w:rsidP="00715630">
            <w:pPr>
              <w:rPr>
                <w:rFonts w:ascii="Tahoma" w:eastAsiaTheme="minorEastAsia" w:hAnsi="Tahoma" w:cs="Tahoma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ahoma"/>
                      </w:rPr>
                      <m:t>x-4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ahoma"/>
                      </w:rPr>
                      <m:t>x+5</m:t>
                    </m:r>
                  </m:e>
                </m:d>
                <m:r>
                  <w:rPr>
                    <w:rFonts w:ascii="Cambria Math" w:eastAsiaTheme="minorEastAsia" w:hAnsi="Cambria Math" w:cs="Tahoma"/>
                  </w:rPr>
                  <m:t>=</m:t>
                </m:r>
              </m:oMath>
            </m:oMathPara>
          </w:p>
          <w:p w14:paraId="1831A674" w14:textId="77777777" w:rsidR="00944B13" w:rsidRPr="00212993" w:rsidRDefault="00944B13" w:rsidP="00715630">
            <w:pPr>
              <w:rPr>
                <w:rFonts w:ascii="Tahoma" w:eastAsiaTheme="minorEastAsia" w:hAnsi="Tahoma" w:cs="Tahoma"/>
              </w:rPr>
            </w:pPr>
          </w:p>
        </w:tc>
      </w:tr>
      <w:tr w:rsidR="00944B13" w:rsidRPr="00C240D5" w14:paraId="58A84E6D" w14:textId="77777777" w:rsidTr="00715630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70656BC7" w14:textId="77777777" w:rsidR="00944B13" w:rsidRPr="00C240D5" w:rsidRDefault="00944B13" w:rsidP="0071563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7DE4AC2C" w14:textId="77777777" w:rsidR="00944B13" w:rsidRDefault="00944B13" w:rsidP="00715630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35040" behindDoc="0" locked="0" layoutInCell="1" allowOverlap="1" wp14:anchorId="7972DB49" wp14:editId="465376A8">
                  <wp:simplePos x="0" y="0"/>
                  <wp:positionH relativeFrom="column">
                    <wp:posOffset>2043293</wp:posOffset>
                  </wp:positionH>
                  <wp:positionV relativeFrom="paragraph">
                    <wp:posOffset>99623</wp:posOffset>
                  </wp:positionV>
                  <wp:extent cx="371475" cy="371475"/>
                  <wp:effectExtent l="0" t="0" r="9525" b="9525"/>
                  <wp:wrapSquare wrapText="bothSides"/>
                  <wp:docPr id="37" name="Picture 37" descr="Image result for calculato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calculator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82"/>
                          <a:stretch/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48AE0FFE" w14:textId="77777777" w:rsidR="00944B13" w:rsidRPr="009F6C6A" w:rsidRDefault="00944B13" w:rsidP="00715630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34016" behindDoc="0" locked="0" layoutInCell="1" allowOverlap="1" wp14:anchorId="0AFBDDAE" wp14:editId="7B741D18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721424</wp:posOffset>
                  </wp:positionV>
                  <wp:extent cx="572135" cy="401320"/>
                  <wp:effectExtent l="0" t="0" r="0" b="5080"/>
                  <wp:wrapNone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308D2D76" wp14:editId="3315D891">
                  <wp:extent cx="685800" cy="1004569"/>
                  <wp:effectExtent l="0" t="0" r="0" b="5715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915" cy="10149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933770" w14:textId="59279AA8" w:rsidR="00944B13" w:rsidRDefault="00944B13" w:rsidP="00944B13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32992" behindDoc="0" locked="0" layoutInCell="1" allowOverlap="1" wp14:anchorId="6821FE34" wp14:editId="7B21EE53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40" name="Picture 40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31968" behindDoc="0" locked="0" layoutInCell="1" allowOverlap="1" wp14:anchorId="5FC0D365" wp14:editId="037AC39B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41" name="Picture 4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28.3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sectPr w:rsidR="00944B13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3A36"/>
    <w:rsid w:val="0002433C"/>
    <w:rsid w:val="0007090C"/>
    <w:rsid w:val="000740DB"/>
    <w:rsid w:val="000A43CA"/>
    <w:rsid w:val="000A63AF"/>
    <w:rsid w:val="000E162B"/>
    <w:rsid w:val="000E3308"/>
    <w:rsid w:val="00105331"/>
    <w:rsid w:val="00125C71"/>
    <w:rsid w:val="00155A2A"/>
    <w:rsid w:val="0017423C"/>
    <w:rsid w:val="001760AE"/>
    <w:rsid w:val="001826A9"/>
    <w:rsid w:val="001D513F"/>
    <w:rsid w:val="001E2A93"/>
    <w:rsid w:val="0020147F"/>
    <w:rsid w:val="00212993"/>
    <w:rsid w:val="00213C21"/>
    <w:rsid w:val="00242309"/>
    <w:rsid w:val="00247FD4"/>
    <w:rsid w:val="002A3B06"/>
    <w:rsid w:val="002B14A3"/>
    <w:rsid w:val="002C5377"/>
    <w:rsid w:val="002D5D86"/>
    <w:rsid w:val="00326247"/>
    <w:rsid w:val="00333535"/>
    <w:rsid w:val="003356C4"/>
    <w:rsid w:val="00344FB5"/>
    <w:rsid w:val="00353B71"/>
    <w:rsid w:val="003D55FD"/>
    <w:rsid w:val="003F51D8"/>
    <w:rsid w:val="004008D8"/>
    <w:rsid w:val="004267C7"/>
    <w:rsid w:val="00431275"/>
    <w:rsid w:val="004539C0"/>
    <w:rsid w:val="00493EE3"/>
    <w:rsid w:val="004A26C7"/>
    <w:rsid w:val="004D2879"/>
    <w:rsid w:val="004F073D"/>
    <w:rsid w:val="0050136B"/>
    <w:rsid w:val="00505FC9"/>
    <w:rsid w:val="00523173"/>
    <w:rsid w:val="00525119"/>
    <w:rsid w:val="005D37DE"/>
    <w:rsid w:val="005E3FC2"/>
    <w:rsid w:val="00611673"/>
    <w:rsid w:val="006201DC"/>
    <w:rsid w:val="0064471D"/>
    <w:rsid w:val="00665D34"/>
    <w:rsid w:val="00666CDC"/>
    <w:rsid w:val="0066773D"/>
    <w:rsid w:val="006D4A9E"/>
    <w:rsid w:val="006E6A1A"/>
    <w:rsid w:val="0070003E"/>
    <w:rsid w:val="00705472"/>
    <w:rsid w:val="007258C6"/>
    <w:rsid w:val="00734D85"/>
    <w:rsid w:val="007516C1"/>
    <w:rsid w:val="00756347"/>
    <w:rsid w:val="00782957"/>
    <w:rsid w:val="007979C0"/>
    <w:rsid w:val="007B4226"/>
    <w:rsid w:val="007E2C1A"/>
    <w:rsid w:val="0090117B"/>
    <w:rsid w:val="0090585D"/>
    <w:rsid w:val="00944B13"/>
    <w:rsid w:val="00950AD6"/>
    <w:rsid w:val="0099142F"/>
    <w:rsid w:val="009A72D8"/>
    <w:rsid w:val="009F6C6A"/>
    <w:rsid w:val="00A1371A"/>
    <w:rsid w:val="00A5698F"/>
    <w:rsid w:val="00A844B6"/>
    <w:rsid w:val="00AD3C1A"/>
    <w:rsid w:val="00B40DC9"/>
    <w:rsid w:val="00B64A68"/>
    <w:rsid w:val="00BD1A09"/>
    <w:rsid w:val="00BE7AC9"/>
    <w:rsid w:val="00BF035D"/>
    <w:rsid w:val="00BF0512"/>
    <w:rsid w:val="00C11472"/>
    <w:rsid w:val="00C240D5"/>
    <w:rsid w:val="00C35600"/>
    <w:rsid w:val="00C41860"/>
    <w:rsid w:val="00C55B29"/>
    <w:rsid w:val="00C60D83"/>
    <w:rsid w:val="00C6765F"/>
    <w:rsid w:val="00D253BC"/>
    <w:rsid w:val="00D27DA8"/>
    <w:rsid w:val="00D51195"/>
    <w:rsid w:val="00D650F3"/>
    <w:rsid w:val="00D723BE"/>
    <w:rsid w:val="00D974EA"/>
    <w:rsid w:val="00DB511B"/>
    <w:rsid w:val="00DC16B5"/>
    <w:rsid w:val="00DD6ED1"/>
    <w:rsid w:val="00DE1DA0"/>
    <w:rsid w:val="00DF5FFD"/>
    <w:rsid w:val="00E01F39"/>
    <w:rsid w:val="00E20822"/>
    <w:rsid w:val="00E50F92"/>
    <w:rsid w:val="00E54E19"/>
    <w:rsid w:val="00E56494"/>
    <w:rsid w:val="00E7749A"/>
    <w:rsid w:val="00EA0CA1"/>
    <w:rsid w:val="00EC4CCA"/>
    <w:rsid w:val="00F04FE3"/>
    <w:rsid w:val="00F3252F"/>
    <w:rsid w:val="00F35C69"/>
    <w:rsid w:val="00F43DAF"/>
    <w:rsid w:val="00F55BE2"/>
    <w:rsid w:val="00F8683A"/>
    <w:rsid w:val="00FB0E81"/>
    <w:rsid w:val="00FC6D87"/>
    <w:rsid w:val="00FE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tmp"/><Relationship Id="rId10" Type="http://schemas.openxmlformats.org/officeDocument/2006/relationships/fontTable" Target="fontTable.xml"/><Relationship Id="rId4" Type="http://schemas.openxmlformats.org/officeDocument/2006/relationships/image" Target="media/image1.tmp"/><Relationship Id="rId9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10</cp:revision>
  <cp:lastPrinted>2019-05-06T15:37:00Z</cp:lastPrinted>
  <dcterms:created xsi:type="dcterms:W3CDTF">2019-05-13T13:29:00Z</dcterms:created>
  <dcterms:modified xsi:type="dcterms:W3CDTF">2019-05-13T13:32:00Z</dcterms:modified>
</cp:coreProperties>
</file>